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8D7AA5" w:rsidRPr="005D272E" w:rsidRDefault="00F73753" w:rsidP="00C7503F">
      <w:pPr>
        <w:ind w:left="1440" w:right="-425" w:hanging="1440"/>
        <w:rPr>
          <w:b/>
          <w:sz w:val="28"/>
          <w:szCs w:val="28"/>
          <w:lang w:val="en-US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r w:rsidR="005D272E" w:rsidRPr="005D272E">
        <w:rPr>
          <w:rFonts w:eastAsia="Calibri"/>
          <w:b/>
          <w:bCs/>
          <w:sz w:val="28"/>
          <w:szCs w:val="28"/>
          <w:lang w:eastAsia="ja-JP"/>
        </w:rPr>
        <w:t>Expert engineer for review and development diagnostic mechanical designs</w:t>
      </w:r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079B4" w:rsidRPr="00F160C2">
        <w:rPr>
          <w:b/>
          <w:sz w:val="28"/>
          <w:szCs w:val="28"/>
        </w:rPr>
        <w:t>IO/2</w:t>
      </w:r>
      <w:r w:rsidR="005D272E">
        <w:rPr>
          <w:b/>
          <w:sz w:val="28"/>
          <w:szCs w:val="28"/>
        </w:rPr>
        <w:t>2</w:t>
      </w:r>
      <w:r w:rsidR="003079B4" w:rsidRPr="00F160C2">
        <w:rPr>
          <w:b/>
          <w:sz w:val="28"/>
          <w:szCs w:val="28"/>
        </w:rPr>
        <w:t>/CFE/</w:t>
      </w:r>
      <w:r w:rsidR="003079B4" w:rsidRPr="00C71AC2">
        <w:rPr>
          <w:b/>
          <w:sz w:val="28"/>
          <w:szCs w:val="28"/>
        </w:rPr>
        <w:t>1002</w:t>
      </w:r>
      <w:r w:rsidR="00AF58E3">
        <w:rPr>
          <w:b/>
          <w:sz w:val="28"/>
          <w:szCs w:val="28"/>
        </w:rPr>
        <w:t>2</w:t>
      </w:r>
      <w:r w:rsidR="005D272E">
        <w:rPr>
          <w:b/>
          <w:sz w:val="28"/>
          <w:szCs w:val="28"/>
        </w:rPr>
        <w:t>735</w:t>
      </w:r>
      <w:r w:rsidR="003079B4" w:rsidRPr="00F160C2">
        <w:rPr>
          <w:b/>
          <w:sz w:val="28"/>
          <w:szCs w:val="28"/>
        </w:rPr>
        <w:t>/</w:t>
      </w:r>
      <w:r w:rsidR="00C640A8">
        <w:rPr>
          <w:b/>
          <w:sz w:val="28"/>
          <w:szCs w:val="28"/>
        </w:rPr>
        <w:t>BBE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C640A8">
        <w:t xml:space="preserve">beginning of </w:t>
      </w:r>
      <w:r w:rsidR="005D272E">
        <w:t>March</w:t>
      </w:r>
      <w:r w:rsidR="00C640A8">
        <w:t xml:space="preserve"> 2022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</w:t>
      </w:r>
      <w:bookmarkStart w:id="0" w:name="_GoBack"/>
      <w:bookmarkEnd w:id="0"/>
      <w:r w:rsidR="00E155F8">
        <w:t>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27770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A675B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D272E"/>
    <w:rsid w:val="005E417B"/>
    <w:rsid w:val="005E77E0"/>
    <w:rsid w:val="005F1AFA"/>
    <w:rsid w:val="00603C6A"/>
    <w:rsid w:val="0060681F"/>
    <w:rsid w:val="006278FF"/>
    <w:rsid w:val="0064642C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A54A1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70AE0"/>
    <w:rsid w:val="00A91341"/>
    <w:rsid w:val="00A97742"/>
    <w:rsid w:val="00AB65D6"/>
    <w:rsid w:val="00AE2DFD"/>
    <w:rsid w:val="00AF58E3"/>
    <w:rsid w:val="00B161B4"/>
    <w:rsid w:val="00B20E31"/>
    <w:rsid w:val="00B278F7"/>
    <w:rsid w:val="00B3174C"/>
    <w:rsid w:val="00B51441"/>
    <w:rsid w:val="00B612D1"/>
    <w:rsid w:val="00B622BC"/>
    <w:rsid w:val="00B71C0A"/>
    <w:rsid w:val="00B960FA"/>
    <w:rsid w:val="00BA5675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0A8"/>
    <w:rsid w:val="00C64D15"/>
    <w:rsid w:val="00C7503F"/>
    <w:rsid w:val="00C76E59"/>
    <w:rsid w:val="00C83B88"/>
    <w:rsid w:val="00C921CC"/>
    <w:rsid w:val="00CA7D5C"/>
    <w:rsid w:val="00CB31E4"/>
    <w:rsid w:val="00CD05F0"/>
    <w:rsid w:val="00CD0DCA"/>
    <w:rsid w:val="00CE4E72"/>
    <w:rsid w:val="00D01850"/>
    <w:rsid w:val="00D2537F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C1FCE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9F9B5A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2</TotalTime>
  <Pages>1</Pages>
  <Words>209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Boutiere Brigitte EXT</cp:lastModifiedBy>
  <cp:revision>3</cp:revision>
  <cp:lastPrinted>2012-04-10T09:52:00Z</cp:lastPrinted>
  <dcterms:created xsi:type="dcterms:W3CDTF">2021-10-21T08:53:00Z</dcterms:created>
  <dcterms:modified xsi:type="dcterms:W3CDTF">2022-01-14T15:11:00Z</dcterms:modified>
</cp:coreProperties>
</file>